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612" w:rsidRDefault="00BC3666" w:rsidP="00D41612">
      <w:pPr>
        <w:tabs>
          <w:tab w:val="left" w:pos="1276"/>
        </w:tabs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Lösungen zu  L3_2</w:t>
      </w:r>
      <w:r w:rsidR="003434B8">
        <w:rPr>
          <w:rFonts w:cs="Arial"/>
          <w:b/>
          <w:sz w:val="28"/>
          <w:szCs w:val="28"/>
        </w:rPr>
        <w:t>.1</w:t>
      </w:r>
      <w:r>
        <w:rPr>
          <w:rFonts w:cs="Arial"/>
          <w:b/>
          <w:sz w:val="28"/>
          <w:szCs w:val="28"/>
        </w:rPr>
        <w:t xml:space="preserve"> </w:t>
      </w:r>
      <w:r w:rsidR="00E5439F">
        <w:rPr>
          <w:rFonts w:cs="Arial"/>
          <w:b/>
          <w:sz w:val="28"/>
          <w:szCs w:val="28"/>
        </w:rPr>
        <w:t xml:space="preserve"> </w:t>
      </w:r>
      <w:r>
        <w:rPr>
          <w:rFonts w:cs="Arial"/>
          <w:b/>
          <w:sz w:val="28"/>
          <w:szCs w:val="28"/>
        </w:rPr>
        <w:t xml:space="preserve">Pixel ändern </w:t>
      </w:r>
      <w:r w:rsidR="003434B8">
        <w:rPr>
          <w:rFonts w:cs="Arial"/>
          <w:b/>
          <w:sz w:val="28"/>
          <w:szCs w:val="28"/>
        </w:rPr>
        <w:t>Teil 1</w:t>
      </w:r>
    </w:p>
    <w:p w:rsidR="00D41612" w:rsidRDefault="00D41612" w:rsidP="00BC3666"/>
    <w:p w:rsidR="00E469AA" w:rsidRDefault="00E469AA" w:rsidP="00BC3666"/>
    <w:p w:rsidR="00BC3666" w:rsidRPr="00D715AA" w:rsidRDefault="00E469AA" w:rsidP="00E469AA">
      <w:pPr>
        <w:ind w:left="567" w:hanging="567"/>
        <w:rPr>
          <w:sz w:val="24"/>
          <w:szCs w:val="24"/>
        </w:rPr>
      </w:pPr>
      <w:r w:rsidRPr="00D715AA">
        <w:rPr>
          <w:sz w:val="24"/>
          <w:szCs w:val="24"/>
        </w:rPr>
        <w:t xml:space="preserve">Siehe Erläuterungen im Informationsmaterial </w:t>
      </w:r>
      <w:r w:rsidRPr="00D715AA">
        <w:rPr>
          <w:i/>
          <w:sz w:val="24"/>
          <w:szCs w:val="24"/>
        </w:rPr>
        <w:t>L3_2 Information HexEditor.docx</w:t>
      </w:r>
    </w:p>
    <w:p w:rsidR="00BC3666" w:rsidRPr="00D715AA" w:rsidRDefault="00BC3666" w:rsidP="00BC3666">
      <w:pPr>
        <w:rPr>
          <w:sz w:val="24"/>
          <w:szCs w:val="24"/>
        </w:rPr>
      </w:pPr>
    </w:p>
    <w:sectPr w:rsidR="00BC3666" w:rsidRPr="00D715AA" w:rsidSect="00D416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773" w:rsidRDefault="00DA2773" w:rsidP="00D41612">
      <w:pPr>
        <w:spacing w:line="240" w:lineRule="auto"/>
      </w:pPr>
      <w:r>
        <w:separator/>
      </w:r>
    </w:p>
  </w:endnote>
  <w:endnote w:type="continuationSeparator" w:id="0">
    <w:p w:rsidR="00DA2773" w:rsidRDefault="00DA2773" w:rsidP="00D416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068" w:rsidRDefault="00EC006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612" w:rsidRPr="00575B3E" w:rsidRDefault="0012476F" w:rsidP="00D41612">
    <w:pPr>
      <w:pStyle w:val="Fuzeile"/>
      <w:rPr>
        <w:rFonts w:asciiTheme="minorHAnsi" w:hAnsiTheme="minorHAnsi" w:cstheme="minorHAnsi"/>
      </w:rPr>
    </w:pPr>
    <w:r w:rsidRPr="00575B3E">
      <w:rPr>
        <w:rFonts w:asciiTheme="minorHAnsi" w:hAnsiTheme="minorHAnsi" w:cstheme="minorHAnsi"/>
      </w:rPr>
      <w:fldChar w:fldCharType="begin"/>
    </w:r>
    <w:r w:rsidRPr="00575B3E">
      <w:rPr>
        <w:rFonts w:asciiTheme="minorHAnsi" w:hAnsiTheme="minorHAnsi" w:cstheme="minorHAnsi"/>
      </w:rPr>
      <w:instrText xml:space="preserve"> FILENAME   \* MERGEFORMAT </w:instrText>
    </w:r>
    <w:r w:rsidRPr="00575B3E">
      <w:rPr>
        <w:rFonts w:asciiTheme="minorHAnsi" w:hAnsiTheme="minorHAnsi" w:cstheme="minorHAnsi"/>
      </w:rPr>
      <w:fldChar w:fldCharType="separate"/>
    </w:r>
    <w:r w:rsidR="00EC0068">
      <w:rPr>
        <w:rFonts w:asciiTheme="minorHAnsi" w:hAnsiTheme="minorHAnsi" w:cstheme="minorHAnsi"/>
        <w:noProof/>
      </w:rPr>
      <w:t>L3_2.1 Loesung Pixel aendern Teil 1.docx</w:t>
    </w:r>
    <w:r w:rsidRPr="00575B3E">
      <w:rPr>
        <w:rFonts w:asciiTheme="minorHAnsi" w:hAnsiTheme="minorHAnsi" w:cstheme="minorHAnsi"/>
        <w:noProof/>
      </w:rPr>
      <w:fldChar w:fldCharType="end"/>
    </w:r>
    <w:bookmarkStart w:id="0" w:name="_GoBack"/>
    <w:bookmarkEnd w:id="0"/>
    <w:r w:rsidR="00D41612" w:rsidRPr="00575B3E">
      <w:rPr>
        <w:rFonts w:asciiTheme="minorHAnsi" w:hAnsiTheme="minorHAnsi" w:cstheme="minorHAnsi"/>
      </w:rPr>
      <w:tab/>
    </w:r>
    <w:r w:rsidR="00BC3666">
      <w:rPr>
        <w:rFonts w:asciiTheme="minorHAnsi" w:hAnsiTheme="minorHAnsi" w:cstheme="minorHAnsi"/>
      </w:rPr>
      <w:tab/>
    </w:r>
    <w:r w:rsidR="00D41612" w:rsidRPr="00575B3E">
      <w:rPr>
        <w:rFonts w:asciiTheme="minorHAnsi" w:hAnsiTheme="minorHAnsi" w:cstheme="minorHAnsi"/>
      </w:rPr>
      <w:t xml:space="preserve">Seite </w:t>
    </w:r>
    <w:r w:rsidR="00D41612" w:rsidRPr="00575B3E">
      <w:rPr>
        <w:rFonts w:asciiTheme="minorHAnsi" w:hAnsiTheme="minorHAnsi" w:cstheme="minorHAnsi"/>
        <w:b/>
      </w:rPr>
      <w:fldChar w:fldCharType="begin"/>
    </w:r>
    <w:r w:rsidR="00D41612" w:rsidRPr="00575B3E">
      <w:rPr>
        <w:rFonts w:asciiTheme="minorHAnsi" w:hAnsiTheme="minorHAnsi" w:cstheme="minorHAnsi"/>
        <w:b/>
      </w:rPr>
      <w:instrText>PAGE  \* Arabic  \* MERGEFORMAT</w:instrText>
    </w:r>
    <w:r w:rsidR="00D41612" w:rsidRPr="00575B3E">
      <w:rPr>
        <w:rFonts w:asciiTheme="minorHAnsi" w:hAnsiTheme="minorHAnsi" w:cstheme="minorHAnsi"/>
        <w:b/>
      </w:rPr>
      <w:fldChar w:fldCharType="separate"/>
    </w:r>
    <w:r w:rsidR="00EC0068">
      <w:rPr>
        <w:rFonts w:asciiTheme="minorHAnsi" w:hAnsiTheme="minorHAnsi" w:cstheme="minorHAnsi"/>
        <w:b/>
        <w:noProof/>
      </w:rPr>
      <w:t>1</w:t>
    </w:r>
    <w:r w:rsidR="00D41612" w:rsidRPr="00575B3E">
      <w:rPr>
        <w:rFonts w:asciiTheme="minorHAnsi" w:hAnsiTheme="minorHAnsi" w:cstheme="minorHAnsi"/>
        <w:b/>
      </w:rPr>
      <w:fldChar w:fldCharType="end"/>
    </w:r>
    <w:r w:rsidR="00D41612" w:rsidRPr="00575B3E">
      <w:rPr>
        <w:rFonts w:asciiTheme="minorHAnsi" w:hAnsiTheme="minorHAnsi" w:cstheme="minorHAnsi"/>
      </w:rPr>
      <w:t xml:space="preserve"> von </w:t>
    </w:r>
    <w:r w:rsidR="00D41612" w:rsidRPr="00575B3E">
      <w:rPr>
        <w:rFonts w:asciiTheme="minorHAnsi" w:hAnsiTheme="minorHAnsi" w:cstheme="minorHAnsi"/>
        <w:b/>
      </w:rPr>
      <w:fldChar w:fldCharType="begin"/>
    </w:r>
    <w:r w:rsidR="00D41612" w:rsidRPr="00575B3E">
      <w:rPr>
        <w:rFonts w:asciiTheme="minorHAnsi" w:hAnsiTheme="minorHAnsi" w:cstheme="minorHAnsi"/>
        <w:b/>
      </w:rPr>
      <w:instrText>NUMPAGES  \* Arabic  \* MERGEFORMAT</w:instrText>
    </w:r>
    <w:r w:rsidR="00D41612" w:rsidRPr="00575B3E">
      <w:rPr>
        <w:rFonts w:asciiTheme="minorHAnsi" w:hAnsiTheme="minorHAnsi" w:cstheme="minorHAnsi"/>
        <w:b/>
      </w:rPr>
      <w:fldChar w:fldCharType="separate"/>
    </w:r>
    <w:r w:rsidR="00EC0068">
      <w:rPr>
        <w:rFonts w:asciiTheme="minorHAnsi" w:hAnsiTheme="minorHAnsi" w:cstheme="minorHAnsi"/>
        <w:b/>
        <w:noProof/>
      </w:rPr>
      <w:t>1</w:t>
    </w:r>
    <w:r w:rsidR="00D41612" w:rsidRPr="00575B3E">
      <w:rPr>
        <w:rFonts w:asciiTheme="minorHAnsi" w:hAnsiTheme="minorHAnsi" w:cstheme="minorHAnsi"/>
        <w:b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068" w:rsidRDefault="00EC006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773" w:rsidRDefault="00DA2773" w:rsidP="00D41612">
      <w:pPr>
        <w:spacing w:line="240" w:lineRule="auto"/>
      </w:pPr>
      <w:r>
        <w:separator/>
      </w:r>
    </w:p>
  </w:footnote>
  <w:footnote w:type="continuationSeparator" w:id="0">
    <w:p w:rsidR="00DA2773" w:rsidRDefault="00DA2773" w:rsidP="00D416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068" w:rsidRDefault="00EC006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068" w:rsidRDefault="00EC006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068" w:rsidRDefault="00EC006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A5F"/>
    <w:rsid w:val="00030BB6"/>
    <w:rsid w:val="0012476F"/>
    <w:rsid w:val="001722F8"/>
    <w:rsid w:val="001A621F"/>
    <w:rsid w:val="002332DE"/>
    <w:rsid w:val="003434B8"/>
    <w:rsid w:val="00394BB0"/>
    <w:rsid w:val="004F0E7C"/>
    <w:rsid w:val="004F79C4"/>
    <w:rsid w:val="00543B4B"/>
    <w:rsid w:val="00575B3E"/>
    <w:rsid w:val="006558B8"/>
    <w:rsid w:val="00731386"/>
    <w:rsid w:val="007866DF"/>
    <w:rsid w:val="00795A5F"/>
    <w:rsid w:val="007E00BB"/>
    <w:rsid w:val="0084476B"/>
    <w:rsid w:val="008830A0"/>
    <w:rsid w:val="00883555"/>
    <w:rsid w:val="008F1BA3"/>
    <w:rsid w:val="00922587"/>
    <w:rsid w:val="0093784E"/>
    <w:rsid w:val="00992D39"/>
    <w:rsid w:val="00995A37"/>
    <w:rsid w:val="009E583B"/>
    <w:rsid w:val="00A27D24"/>
    <w:rsid w:val="00A315FC"/>
    <w:rsid w:val="00A7411E"/>
    <w:rsid w:val="00A741B9"/>
    <w:rsid w:val="00AB156C"/>
    <w:rsid w:val="00AE5A55"/>
    <w:rsid w:val="00B005B7"/>
    <w:rsid w:val="00B47C86"/>
    <w:rsid w:val="00BC07D0"/>
    <w:rsid w:val="00BC3666"/>
    <w:rsid w:val="00BD096E"/>
    <w:rsid w:val="00CD5C37"/>
    <w:rsid w:val="00D41612"/>
    <w:rsid w:val="00D715AA"/>
    <w:rsid w:val="00DA2773"/>
    <w:rsid w:val="00E469AA"/>
    <w:rsid w:val="00E5439F"/>
    <w:rsid w:val="00E87F21"/>
    <w:rsid w:val="00EB5029"/>
    <w:rsid w:val="00EC0068"/>
    <w:rsid w:val="00ED787A"/>
    <w:rsid w:val="00EF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984CD2-1036-4258-9A7C-88DF710F3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41612"/>
    <w:pPr>
      <w:spacing w:line="259" w:lineRule="auto"/>
    </w:pPr>
    <w:rPr>
      <w:rFonts w:cstheme="min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41612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41612"/>
    <w:rPr>
      <w:rFonts w:cstheme="minorBidi"/>
    </w:rPr>
  </w:style>
  <w:style w:type="paragraph" w:styleId="Fuzeile">
    <w:name w:val="footer"/>
    <w:basedOn w:val="Standard"/>
    <w:link w:val="Fu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41612"/>
    <w:rPr>
      <w:rFonts w:cstheme="minorBidi"/>
    </w:rPr>
  </w:style>
  <w:style w:type="character" w:styleId="BesuchterLink">
    <w:name w:val="FollowedHyperlink"/>
    <w:basedOn w:val="Absatz-Standardschriftart"/>
    <w:uiPriority w:val="99"/>
    <w:semiHidden/>
    <w:unhideWhenUsed/>
    <w:rsid w:val="00731386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99"/>
    <w:qFormat/>
    <w:rsid w:val="00ED787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D8FE6D15.dotm</Template>
  <TotalTime>0</TotalTime>
  <Pages>1</Pages>
  <Words>16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RStreb</cp:lastModifiedBy>
  <cp:revision>24</cp:revision>
  <dcterms:created xsi:type="dcterms:W3CDTF">2018-08-17T07:28:00Z</dcterms:created>
  <dcterms:modified xsi:type="dcterms:W3CDTF">2018-09-03T10:03:00Z</dcterms:modified>
</cp:coreProperties>
</file>